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888" w:rsidRDefault="00140888">
      <w:pPr>
        <w:rPr>
          <w:sz w:val="40"/>
          <w:szCs w:val="40"/>
        </w:rPr>
      </w:pPr>
      <w:r>
        <w:rPr>
          <w:sz w:val="40"/>
          <w:szCs w:val="40"/>
        </w:rPr>
        <w:t>Tennessee</w:t>
      </w:r>
      <w:bookmarkStart w:id="0" w:name="_GoBack"/>
      <w:bookmarkEnd w:id="0"/>
      <w:r>
        <w:rPr>
          <w:sz w:val="40"/>
          <w:szCs w:val="40"/>
        </w:rPr>
        <w:t xml:space="preserve"> Titans linebacker Moise Fokou delivers an inspirational message to BU Malden Reach for the </w:t>
      </w:r>
      <w:smartTag w:uri="urn:schemas-microsoft-com:office:smarttags" w:element="place">
        <w:smartTag w:uri="urn:schemas-microsoft-com:office:smarttags" w:element="PlaceName">
          <w:r>
            <w:rPr>
              <w:sz w:val="40"/>
              <w:szCs w:val="40"/>
            </w:rPr>
            <w:t>Stars</w:t>
          </w:r>
        </w:smartTag>
        <w:r>
          <w:rPr>
            <w:sz w:val="40"/>
            <w:szCs w:val="40"/>
          </w:rPr>
          <w:t xml:space="preserve"> </w:t>
        </w:r>
        <w:smartTag w:uri="urn:schemas-microsoft-com:office:smarttags" w:element="PlaceName">
          <w:r>
            <w:rPr>
              <w:sz w:val="40"/>
              <w:szCs w:val="40"/>
            </w:rPr>
            <w:t>Gateway</w:t>
          </w:r>
        </w:smartTag>
        <w:r>
          <w:rPr>
            <w:sz w:val="40"/>
            <w:szCs w:val="40"/>
          </w:rPr>
          <w:t xml:space="preserve"> </w:t>
        </w:r>
        <w:smartTag w:uri="urn:schemas-microsoft-com:office:smarttags" w:element="PlaceType">
          <w:r>
            <w:rPr>
              <w:sz w:val="40"/>
              <w:szCs w:val="40"/>
            </w:rPr>
            <w:t>Academy</w:t>
          </w:r>
        </w:smartTag>
      </w:smartTag>
      <w:r>
        <w:rPr>
          <w:sz w:val="40"/>
          <w:szCs w:val="40"/>
        </w:rPr>
        <w:t>.</w:t>
      </w:r>
    </w:p>
    <w:p w:rsidR="00140888" w:rsidRDefault="00140888">
      <w:pPr>
        <w:rPr>
          <w:sz w:val="40"/>
          <w:szCs w:val="40"/>
        </w:rPr>
      </w:pPr>
      <w:r>
        <w:rPr>
          <w:sz w:val="40"/>
          <w:szCs w:val="40"/>
        </w:rPr>
        <w:t>By: Guetchina Letang</w:t>
      </w:r>
    </w:p>
    <w:p w:rsidR="00140888" w:rsidRDefault="00140888">
      <w:pPr>
        <w:rPr>
          <w:sz w:val="40"/>
          <w:szCs w:val="40"/>
        </w:rPr>
      </w:pPr>
      <w:r w:rsidRPr="00C07378">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s://fbcdn-sphotos-f-a.akamaihd.net/hphotos-ak-xpf1/t1.0-9/10487604_309297512568026_4767033470995347386_n.jpg" style="width:189.75pt;height:230.25pt;visibility:visible">
            <v:imagedata r:id="rId4" o:title=""/>
          </v:shape>
        </w:pict>
      </w:r>
      <w:r w:rsidRPr="00C07378">
        <w:rPr>
          <w:noProof/>
          <w:sz w:val="40"/>
          <w:szCs w:val="40"/>
        </w:rPr>
        <w:pict>
          <v:shape id="Picture 2" o:spid="_x0000_i1026" type="#_x0000_t75" alt="https://scontent-a-ord.xx.fbcdn.net/hphotos-xfa1/t1.0-9/10351373_309297545901356_7250980559087896268_n.jpg" style="width:176.25pt;height:220.5pt;visibility:visible">
            <v:imagedata r:id="rId5" o:title=""/>
          </v:shape>
        </w:pict>
      </w:r>
    </w:p>
    <w:p w:rsidR="00140888" w:rsidRPr="00157E5F" w:rsidRDefault="00140888" w:rsidP="0001223D">
      <w:pPr>
        <w:rPr>
          <w:sz w:val="28"/>
          <w:szCs w:val="28"/>
        </w:rPr>
      </w:pPr>
      <w:smartTag w:uri="urn:schemas-microsoft-com:office:smarttags" w:element="place">
        <w:smartTag w:uri="urn:schemas-microsoft-com:office:smarttags" w:element="City">
          <w:r w:rsidRPr="00157E5F">
            <w:rPr>
              <w:sz w:val="28"/>
              <w:szCs w:val="28"/>
            </w:rPr>
            <w:t>Salem</w:t>
          </w:r>
        </w:smartTag>
      </w:smartTag>
      <w:r w:rsidRPr="00157E5F">
        <w:rPr>
          <w:sz w:val="28"/>
          <w:szCs w:val="28"/>
        </w:rPr>
        <w:t xml:space="preserve"> wood school BU Malden gateway hosted a visit from NFL player Moise</w:t>
      </w:r>
      <w:r>
        <w:rPr>
          <w:sz w:val="28"/>
          <w:szCs w:val="28"/>
        </w:rPr>
        <w:t xml:space="preserve"> </w:t>
      </w:r>
      <w:r w:rsidRPr="00157E5F">
        <w:rPr>
          <w:sz w:val="28"/>
          <w:szCs w:val="28"/>
        </w:rPr>
        <w:t xml:space="preserve">Fokou Tuesday morning. </w:t>
      </w:r>
      <w:r>
        <w:rPr>
          <w:sz w:val="28"/>
          <w:szCs w:val="28"/>
        </w:rPr>
        <w:t>Moise F</w:t>
      </w:r>
      <w:r w:rsidRPr="00157E5F">
        <w:rPr>
          <w:sz w:val="28"/>
          <w:szCs w:val="28"/>
        </w:rPr>
        <w:t xml:space="preserve">oku was such an inspiration to us, especially to me. Having an NFL </w:t>
      </w:r>
      <w:r>
        <w:rPr>
          <w:sz w:val="28"/>
          <w:szCs w:val="28"/>
        </w:rPr>
        <w:t>player come to the school to talk to us was amazing especially since he had a lot in a common with us when he was our age. For example he moved here from another country, English was his second language, and so much more. Moise Fokou taught us a lot of things, for example to never give up on something you love, to show perseverance, to show empathy, and to respect others. One way that Moise show empathy is when he was telling us when he was our age the community use to go school shopping with them and he use to feel fresh not everyone had that kind of thing. So he wanted to give back to the people, he had a fundraising and it was such a success. Moise Fokou taught us a lot of things. For example if you love something go for it. But education got to come first, because if you want to Reach for the Stars, if you want to reach for your goals education is something you got to have. And you always have to show Perseverance, and Empathy. If I were to give an inspirational people of the year award it would of go to Moise Fokou.</w:t>
      </w:r>
    </w:p>
    <w:sectPr w:rsidR="00140888" w:rsidRPr="00157E5F" w:rsidSect="0001223D">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223D"/>
    <w:rsid w:val="0001223D"/>
    <w:rsid w:val="000D5AD5"/>
    <w:rsid w:val="00140888"/>
    <w:rsid w:val="00157E5F"/>
    <w:rsid w:val="0080260E"/>
    <w:rsid w:val="00A979A1"/>
    <w:rsid w:val="00B04172"/>
    <w:rsid w:val="00B76E8E"/>
    <w:rsid w:val="00C07378"/>
    <w:rsid w:val="00CB4D93"/>
    <w:rsid w:val="00E411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15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22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22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202</Words>
  <Characters>1153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Titans linebacker MoiseFokou delivers an inspirational message to BU Malden gateway Academy</dc:title>
  <dc:subject/>
  <dc:creator>Gerald Letang</dc:creator>
  <cp:keywords/>
  <dc:description/>
  <cp:lastModifiedBy>netadmin8</cp:lastModifiedBy>
  <cp:revision>4</cp:revision>
  <dcterms:created xsi:type="dcterms:W3CDTF">2014-07-11T13:05:00Z</dcterms:created>
  <dcterms:modified xsi:type="dcterms:W3CDTF">2014-07-11T13:07:00Z</dcterms:modified>
</cp:coreProperties>
</file>